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B2DF2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328232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  <w:r w:rsidR="00075425">
        <w:rPr>
          <w:rFonts w:ascii="Corbel" w:hAnsi="Corbel"/>
          <w:b/>
          <w:smallCaps/>
          <w:sz w:val="24"/>
          <w:szCs w:val="24"/>
        </w:rPr>
        <w:t xml:space="preserve">    </w:t>
      </w:r>
    </w:p>
    <w:p w14:paraId="65D9614A" w14:textId="53D9F2ED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40106">
        <w:rPr>
          <w:rFonts w:ascii="Corbel" w:hAnsi="Corbel"/>
          <w:i/>
          <w:smallCaps/>
          <w:sz w:val="24"/>
          <w:szCs w:val="24"/>
        </w:rPr>
        <w:t>2020-2022</w:t>
      </w:r>
    </w:p>
    <w:p w14:paraId="5F7630B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437DEB4" w14:textId="5A74CC7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140106">
        <w:rPr>
          <w:rFonts w:ascii="Corbel" w:hAnsi="Corbel"/>
          <w:sz w:val="20"/>
          <w:szCs w:val="20"/>
        </w:rPr>
        <w:t>2021/2022</w:t>
      </w:r>
    </w:p>
    <w:p w14:paraId="7E6793C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69C305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BDED57D" w14:textId="77777777" w:rsidTr="00AB7391">
        <w:tc>
          <w:tcPr>
            <w:tcW w:w="2694" w:type="dxa"/>
            <w:vAlign w:val="center"/>
          </w:tcPr>
          <w:p w14:paraId="10F6B87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109988" w14:textId="77777777" w:rsidR="0085747A" w:rsidRPr="00AB7391" w:rsidRDefault="00B366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B7391">
              <w:rPr>
                <w:rFonts w:ascii="Corbel" w:hAnsi="Corbel"/>
                <w:sz w:val="24"/>
                <w:szCs w:val="24"/>
              </w:rPr>
              <w:t>Profilaktyka wypalenia zawodowego</w:t>
            </w:r>
          </w:p>
        </w:tc>
      </w:tr>
      <w:tr w:rsidR="0085747A" w:rsidRPr="009C54AE" w14:paraId="03037307" w14:textId="77777777" w:rsidTr="00AB7391">
        <w:tc>
          <w:tcPr>
            <w:tcW w:w="2694" w:type="dxa"/>
            <w:vAlign w:val="center"/>
          </w:tcPr>
          <w:p w14:paraId="5EB1098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8C685AF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4A303036" w14:textId="77777777" w:rsidTr="00AB7391">
        <w:tc>
          <w:tcPr>
            <w:tcW w:w="2694" w:type="dxa"/>
            <w:vAlign w:val="center"/>
          </w:tcPr>
          <w:p w14:paraId="36608EF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1594EC9" w14:textId="5CC1FC4B" w:rsidR="0085747A" w:rsidRPr="009C54AE" w:rsidRDefault="009E27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112282F8" w14:textId="77777777" w:rsidTr="00AB7391">
        <w:tc>
          <w:tcPr>
            <w:tcW w:w="2694" w:type="dxa"/>
            <w:vAlign w:val="center"/>
          </w:tcPr>
          <w:p w14:paraId="35B674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39FB654" w14:textId="7D5C6600" w:rsidR="0085747A" w:rsidRPr="009C54AE" w:rsidRDefault="009E27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B7391" w:rsidRPr="009C54AE" w14:paraId="4EC27CA2" w14:textId="77777777" w:rsidTr="00AB7391">
        <w:tc>
          <w:tcPr>
            <w:tcW w:w="2694" w:type="dxa"/>
            <w:vAlign w:val="center"/>
          </w:tcPr>
          <w:p w14:paraId="74071E63" w14:textId="77777777" w:rsidR="00AB7391" w:rsidRPr="009C54AE" w:rsidRDefault="00AB7391" w:rsidP="00AB73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025A1F1" w14:textId="77777777" w:rsidR="00AB7391" w:rsidRPr="009C54AE" w:rsidRDefault="00AB7391" w:rsidP="00AB73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14:paraId="541E17DB" w14:textId="77777777" w:rsidTr="00AB7391">
        <w:tc>
          <w:tcPr>
            <w:tcW w:w="2694" w:type="dxa"/>
            <w:vAlign w:val="center"/>
          </w:tcPr>
          <w:p w14:paraId="163423C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94D435C" w14:textId="77777777" w:rsidR="0085747A" w:rsidRPr="009C54AE" w:rsidRDefault="00AB73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66403700" w14:textId="77777777" w:rsidTr="00AB7391">
        <w:tc>
          <w:tcPr>
            <w:tcW w:w="2694" w:type="dxa"/>
            <w:vAlign w:val="center"/>
          </w:tcPr>
          <w:p w14:paraId="21861A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C3E54B" w14:textId="77777777" w:rsidR="0085747A" w:rsidRPr="009C54AE" w:rsidRDefault="00D859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FEA65CD" w14:textId="77777777" w:rsidTr="00AB7391">
        <w:tc>
          <w:tcPr>
            <w:tcW w:w="2694" w:type="dxa"/>
            <w:vAlign w:val="center"/>
          </w:tcPr>
          <w:p w14:paraId="488AE3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3391514" w14:textId="3F211E59" w:rsidR="0085747A" w:rsidRPr="009C54AE" w:rsidRDefault="00EB0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A4EB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F9ECF2E" w14:textId="77777777" w:rsidTr="00AB7391">
        <w:tc>
          <w:tcPr>
            <w:tcW w:w="2694" w:type="dxa"/>
            <w:vAlign w:val="center"/>
          </w:tcPr>
          <w:p w14:paraId="2E50328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AF42B4" w14:textId="6F1351DC" w:rsidR="0085747A" w:rsidRPr="009C54AE" w:rsidRDefault="00A76935" w:rsidP="00A769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B7391">
              <w:rPr>
                <w:rFonts w:ascii="Corbel" w:hAnsi="Corbel"/>
                <w:b w:val="0"/>
                <w:sz w:val="24"/>
                <w:szCs w:val="24"/>
              </w:rPr>
              <w:t>I rok</w:t>
            </w:r>
            <w:r w:rsidR="00312127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4. </w:t>
            </w:r>
            <w:r w:rsidR="00312127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</w:p>
        </w:tc>
      </w:tr>
      <w:tr w:rsidR="0085747A" w:rsidRPr="009C54AE" w14:paraId="65FE7B06" w14:textId="77777777" w:rsidTr="00AB7391">
        <w:tc>
          <w:tcPr>
            <w:tcW w:w="2694" w:type="dxa"/>
            <w:vAlign w:val="center"/>
          </w:tcPr>
          <w:p w14:paraId="4A7EDE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034005C" w14:textId="77777777" w:rsidR="0085747A" w:rsidRPr="009C54AE" w:rsidRDefault="00AB73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0EFF6E32" w14:textId="77777777" w:rsidTr="00AB7391">
        <w:tc>
          <w:tcPr>
            <w:tcW w:w="2694" w:type="dxa"/>
            <w:vAlign w:val="center"/>
          </w:tcPr>
          <w:p w14:paraId="6EC2787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942295" w14:textId="77777777"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640DDC5" w14:textId="77777777" w:rsidTr="00AB7391">
        <w:tc>
          <w:tcPr>
            <w:tcW w:w="2694" w:type="dxa"/>
            <w:vAlign w:val="center"/>
          </w:tcPr>
          <w:p w14:paraId="783333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421C34" w14:textId="77777777" w:rsidR="0085747A" w:rsidRPr="009C54AE" w:rsidRDefault="00AB73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05AAD">
              <w:rPr>
                <w:rFonts w:ascii="Corbel" w:hAnsi="Corbel"/>
                <w:b w:val="0"/>
                <w:sz w:val="24"/>
                <w:szCs w:val="24"/>
              </w:rPr>
              <w:t>r Zbigniew Chodkowski</w:t>
            </w:r>
          </w:p>
        </w:tc>
      </w:tr>
      <w:tr w:rsidR="0085747A" w:rsidRPr="009C54AE" w14:paraId="2482EA89" w14:textId="77777777" w:rsidTr="00AB7391">
        <w:tc>
          <w:tcPr>
            <w:tcW w:w="2694" w:type="dxa"/>
            <w:vAlign w:val="center"/>
          </w:tcPr>
          <w:p w14:paraId="018891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3377AC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D6C621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FCABE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55CA8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EBAC9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72C9A3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91A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BE5824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47F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FA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5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79E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245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8B2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6B2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810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512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A848F44" w14:textId="77777777" w:rsidTr="0069397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54CA7" w14:textId="77777777" w:rsidR="00015B8F" w:rsidRPr="009C54AE" w:rsidRDefault="00D8590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9B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04361" w14:textId="1B52A237" w:rsidR="00015B8F" w:rsidRPr="009C54AE" w:rsidRDefault="004321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B1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12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2057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7B6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620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E0F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7C9C5" w14:textId="77777777" w:rsidR="00015B8F" w:rsidRPr="009C54AE" w:rsidRDefault="00D8590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14:paraId="485E98DE" w14:textId="77777777" w:rsidTr="0069397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8F18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7A3D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60F8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DA6D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79F2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0F1A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3A21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CB1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E13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5DD7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01B46A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73465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E5F772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F6B5921" w14:textId="77777777" w:rsidR="0085747A" w:rsidRPr="005A0F5F" w:rsidRDefault="00AB739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2B35B5">
        <w:rPr>
          <w:rFonts w:ascii="MS Gothic" w:eastAsia="MS Gothic" w:hAnsi="MS Gothic" w:cs="MS Gothic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3B2780" wp14:editId="2367251B">
                <wp:simplePos x="0" y="0"/>
                <wp:positionH relativeFrom="column">
                  <wp:posOffset>473710</wp:posOffset>
                </wp:positionH>
                <wp:positionV relativeFrom="paragraph">
                  <wp:posOffset>46990</wp:posOffset>
                </wp:positionV>
                <wp:extent cx="101600" cy="96520"/>
                <wp:effectExtent l="0" t="0" r="31750" b="3683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01600" cy="965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7763656" id="Łącznik prosty 3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3pt,3.7pt" to="45.3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" strokecolor="#4579b8 [3044]">
                <o:lock v:ext="edit" shapetype="f"/>
              </v:line>
            </w:pict>
          </mc:Fallback>
        </mc:AlternateContent>
      </w:r>
      <w:r w:rsidR="0085747A" w:rsidRPr="005A0F5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4471CC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727FD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43B813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CB5FDE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D85900">
        <w:rPr>
          <w:rFonts w:ascii="Corbel" w:hAnsi="Corbel"/>
          <w:b w:val="0"/>
          <w:smallCaps w:val="0"/>
          <w:szCs w:val="24"/>
        </w:rPr>
        <w:t>zaliczenie bez oceny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29D994CB" w14:textId="77777777" w:rsidR="009C54AE" w:rsidRPr="00AB7391" w:rsidRDefault="00AB7391" w:rsidP="00AB7391">
      <w:pPr>
        <w:ind w:left="709"/>
        <w:rPr>
          <w:rFonts w:ascii="Corbel" w:hAnsi="Corbel"/>
          <w:sz w:val="24"/>
          <w:szCs w:val="24"/>
        </w:rPr>
      </w:pPr>
      <w:r w:rsidRPr="00AB7391">
        <w:rPr>
          <w:rFonts w:ascii="Corbel" w:hAnsi="Corbel"/>
          <w:sz w:val="24"/>
          <w:szCs w:val="24"/>
        </w:rPr>
        <w:t>zaliczenie z oceną, praca projektowa</w:t>
      </w:r>
    </w:p>
    <w:p w14:paraId="1B2DFA0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DCAC1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1D67F69" w14:textId="77777777" w:rsidTr="00745302">
        <w:tc>
          <w:tcPr>
            <w:tcW w:w="9670" w:type="dxa"/>
          </w:tcPr>
          <w:p w14:paraId="25C1C864" w14:textId="77777777" w:rsidR="00D85900" w:rsidRPr="00FC765A" w:rsidRDefault="00D85900" w:rsidP="00D8590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FC765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Podstawowa znajomość zagadnień </w:t>
            </w:r>
            <w:proofErr w:type="spellStart"/>
            <w:r w:rsidRPr="00FC765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ogólnopedagogicznych</w:t>
            </w:r>
            <w:proofErr w:type="spellEnd"/>
            <w:r w:rsidRPr="00FC765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i w zakresie studiowanej specjalności</w:t>
            </w:r>
          </w:p>
          <w:p w14:paraId="1631715B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CE2A05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2DB7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DEFD7B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331E1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516EC7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85900" w:rsidRPr="009C54AE" w14:paraId="651C1EA7" w14:textId="77777777" w:rsidTr="00D85900">
        <w:tc>
          <w:tcPr>
            <w:tcW w:w="843" w:type="dxa"/>
            <w:vAlign w:val="center"/>
          </w:tcPr>
          <w:p w14:paraId="3B7A7855" w14:textId="77777777" w:rsidR="00D85900" w:rsidRPr="009C54AE" w:rsidRDefault="00D85900" w:rsidP="00D859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</w:tcPr>
          <w:p w14:paraId="64672C51" w14:textId="77777777" w:rsidR="00D85900" w:rsidRPr="00CB5FDE" w:rsidRDefault="00D85900" w:rsidP="00AB739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B5FDE">
              <w:rPr>
                <w:rFonts w:ascii="Corbel" w:hAnsi="Corbel"/>
                <w:sz w:val="24"/>
                <w:szCs w:val="24"/>
              </w:rPr>
              <w:t xml:space="preserve">Zdobycie wiedzy na temat specyfiki pracy pedagoga i jej uwarunkowań, etapów rozwoju zawodowego i wybranych problemów jak stres, </w:t>
            </w:r>
            <w:proofErr w:type="spellStart"/>
            <w:r w:rsidRPr="00CB5FDE">
              <w:rPr>
                <w:rFonts w:ascii="Corbel" w:hAnsi="Corbel"/>
                <w:sz w:val="24"/>
                <w:szCs w:val="24"/>
              </w:rPr>
              <w:t>mobbing</w:t>
            </w:r>
            <w:proofErr w:type="spellEnd"/>
            <w:r w:rsidRPr="00CB5FDE">
              <w:rPr>
                <w:rFonts w:ascii="Corbel" w:hAnsi="Corbel"/>
                <w:sz w:val="24"/>
                <w:szCs w:val="24"/>
              </w:rPr>
              <w:t xml:space="preserve"> i wypalenie zawodowe.</w:t>
            </w:r>
          </w:p>
        </w:tc>
      </w:tr>
      <w:tr w:rsidR="00D85900" w:rsidRPr="009C54AE" w14:paraId="3B428F1D" w14:textId="77777777" w:rsidTr="00D85900">
        <w:tc>
          <w:tcPr>
            <w:tcW w:w="843" w:type="dxa"/>
            <w:vAlign w:val="center"/>
          </w:tcPr>
          <w:p w14:paraId="02D0D6D8" w14:textId="77777777" w:rsidR="00D85900" w:rsidRPr="009C54AE" w:rsidRDefault="00D85900" w:rsidP="00D8590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B3509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</w:tcPr>
          <w:p w14:paraId="20CEDEB5" w14:textId="77777777" w:rsidR="00D85900" w:rsidRPr="00CB5FDE" w:rsidRDefault="00D85900" w:rsidP="00AB739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B5FDE">
              <w:rPr>
                <w:rFonts w:ascii="Corbel" w:hAnsi="Corbel"/>
                <w:sz w:val="24"/>
                <w:szCs w:val="24"/>
              </w:rPr>
              <w:t>Kształtowanie umiejętności wykorzystania zdobytej wiedzy do oceny funkcjonowania oraz rozwoju zawodowego pedagoga i ich zagrożeń, planowania działań zaradczych, pomocowych, rozwojowych;</w:t>
            </w:r>
          </w:p>
        </w:tc>
      </w:tr>
      <w:tr w:rsidR="00D85900" w:rsidRPr="009C54AE" w14:paraId="1E4D2965" w14:textId="77777777" w:rsidTr="00D85900">
        <w:tc>
          <w:tcPr>
            <w:tcW w:w="843" w:type="dxa"/>
            <w:vAlign w:val="center"/>
          </w:tcPr>
          <w:p w14:paraId="03790F59" w14:textId="77777777" w:rsidR="00D85900" w:rsidRPr="009C54AE" w:rsidRDefault="00D85900" w:rsidP="00D859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</w:tcPr>
          <w:p w14:paraId="564E8B91" w14:textId="77777777" w:rsidR="00D85900" w:rsidRPr="00CB5FDE" w:rsidRDefault="00D85900" w:rsidP="00AB739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B5FDE">
              <w:rPr>
                <w:rFonts w:ascii="Corbel" w:hAnsi="Corbel"/>
                <w:sz w:val="24"/>
                <w:szCs w:val="24"/>
              </w:rPr>
              <w:t xml:space="preserve">Uświadamianie potrzeby rozwijania posiadanych kompetencji oraz motywowanie do podejmowania działań samokształceniowych, </w:t>
            </w:r>
          </w:p>
        </w:tc>
      </w:tr>
    </w:tbl>
    <w:p w14:paraId="1139DA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8E1B9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DC5386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329D7C9" w14:textId="77777777" w:rsidTr="00150587">
        <w:tc>
          <w:tcPr>
            <w:tcW w:w="1681" w:type="dxa"/>
            <w:vAlign w:val="center"/>
          </w:tcPr>
          <w:p w14:paraId="0211013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4960443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616846E3" w14:textId="207609DF" w:rsidR="00EB077F" w:rsidRPr="009C54AE" w:rsidRDefault="00EB077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14:paraId="78745D3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489888E" w14:textId="77777777" w:rsidTr="00150587">
        <w:tc>
          <w:tcPr>
            <w:tcW w:w="1681" w:type="dxa"/>
          </w:tcPr>
          <w:p w14:paraId="1747FFC8" w14:textId="77777777" w:rsidR="0085747A" w:rsidRPr="009C54AE" w:rsidRDefault="0085747A" w:rsidP="0060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0616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402C5341" w14:textId="77777777" w:rsidR="0015663E" w:rsidRPr="002C5A53" w:rsidRDefault="0015663E" w:rsidP="002C5A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15663E">
              <w:rPr>
                <w:rFonts w:ascii="Corbel" w:hAnsi="Corbel"/>
                <w:b w:val="0"/>
                <w:smallCaps w:val="0"/>
              </w:rPr>
              <w:t>Student s</w:t>
            </w:r>
            <w:r w:rsidR="00606165" w:rsidRPr="0015663E">
              <w:rPr>
                <w:rFonts w:ascii="Corbel" w:hAnsi="Corbel"/>
                <w:b w:val="0"/>
                <w:smallCaps w:val="0"/>
              </w:rPr>
              <w:t>charakteryzuje: specyfikę pracy pedagoga i jej uwarunkowania, etapy rozwoju zawodowego i wybrane problemy, jak: stres i wypalenie zawodowe, działania zaradcze, pomocowe, rozwojowe.</w:t>
            </w:r>
          </w:p>
        </w:tc>
        <w:tc>
          <w:tcPr>
            <w:tcW w:w="1865" w:type="dxa"/>
          </w:tcPr>
          <w:p w14:paraId="7F82B5E8" w14:textId="77777777" w:rsidR="0085747A" w:rsidRPr="009C54AE" w:rsidRDefault="001505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0587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0616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150587" w:rsidRPr="009C54AE" w14:paraId="1691AB10" w14:textId="77777777" w:rsidTr="00150587">
        <w:tc>
          <w:tcPr>
            <w:tcW w:w="1681" w:type="dxa"/>
          </w:tcPr>
          <w:p w14:paraId="3B48926B" w14:textId="77777777" w:rsidR="00150587" w:rsidRPr="009C54AE" w:rsidRDefault="00150587" w:rsidP="0060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0616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6A25DCC0" w14:textId="0851E46A" w:rsidR="00DB35A0" w:rsidRPr="0015663E" w:rsidRDefault="00DB35A0" w:rsidP="002C5A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Carlito"/>
                <w:sz w:val="24"/>
                <w:szCs w:val="24"/>
                <w:lang w:eastAsia="pl-PL"/>
              </w:rPr>
            </w:pPr>
            <w:r w:rsidRPr="0015663E">
              <w:rPr>
                <w:rFonts w:ascii="Corbel" w:hAnsi="Corbel" w:cs="Carlito"/>
                <w:sz w:val="24"/>
                <w:szCs w:val="24"/>
                <w:lang w:eastAsia="pl-PL"/>
              </w:rPr>
              <w:t>Student wykorzysta zdobytą wiedzę do: oceny funkcjonowania pedagoga i planowania własnego rozwoju</w:t>
            </w:r>
            <w:r w:rsidR="00A76935">
              <w:rPr>
                <w:rFonts w:ascii="Corbel" w:hAnsi="Corbel" w:cs="Carlito"/>
                <w:sz w:val="24"/>
                <w:szCs w:val="24"/>
                <w:lang w:eastAsia="pl-PL"/>
              </w:rPr>
              <w:t xml:space="preserve">, z uwzględnieniem indywidualnych form </w:t>
            </w:r>
            <w:proofErr w:type="spellStart"/>
            <w:r w:rsidR="00A76935">
              <w:rPr>
                <w:rFonts w:ascii="Corbel" w:hAnsi="Corbel" w:cs="Carlito"/>
                <w:sz w:val="24"/>
                <w:szCs w:val="24"/>
                <w:lang w:eastAsia="pl-PL"/>
              </w:rPr>
              <w:t>przedsięborczości</w:t>
            </w:r>
            <w:proofErr w:type="spellEnd"/>
            <w:r w:rsidR="00BC478C">
              <w:rPr>
                <w:rFonts w:ascii="Corbel" w:hAnsi="Corbel" w:cs="Carlito"/>
                <w:sz w:val="24"/>
                <w:szCs w:val="24"/>
                <w:lang w:eastAsia="pl-PL"/>
              </w:rPr>
              <w:t xml:space="preserve"> (w aspekcie zapobiegania wypaleniu zawodowego)</w:t>
            </w:r>
            <w:r w:rsidRPr="0015663E">
              <w:rPr>
                <w:rFonts w:ascii="Corbel" w:hAnsi="Corbel" w:cs="Carlito"/>
                <w:sz w:val="24"/>
                <w:szCs w:val="24"/>
                <w:lang w:eastAsia="pl-PL"/>
              </w:rPr>
              <w:t>.</w:t>
            </w:r>
            <w:r w:rsidR="0015663E" w:rsidRPr="0015663E">
              <w:rPr>
                <w:rFonts w:ascii="Corbel" w:hAnsi="Corbel" w:cs="Carlito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49928F56" w14:textId="77777777" w:rsidR="00150587" w:rsidRPr="009C54AE" w:rsidRDefault="00150587" w:rsidP="001505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0587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E5523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150587" w:rsidRPr="009C54AE" w14:paraId="742AE4DC" w14:textId="77777777" w:rsidTr="00150587">
        <w:tc>
          <w:tcPr>
            <w:tcW w:w="1681" w:type="dxa"/>
          </w:tcPr>
          <w:p w14:paraId="6D5C4FF7" w14:textId="77777777" w:rsidR="00150587" w:rsidRPr="009C54AE" w:rsidRDefault="00150587" w:rsidP="0060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E552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097497B1" w14:textId="26F6AFC9" w:rsidR="0015663E" w:rsidRPr="007E5523" w:rsidRDefault="007E5523" w:rsidP="00BC478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7E5523">
              <w:rPr>
                <w:rFonts w:ascii="Corbel" w:hAnsi="Corbel"/>
                <w:sz w:val="24"/>
              </w:rPr>
              <w:t>Student zastosuje zaawans</w:t>
            </w:r>
            <w:r w:rsidR="00BC478C">
              <w:rPr>
                <w:rFonts w:ascii="Corbel" w:hAnsi="Corbel"/>
                <w:sz w:val="24"/>
              </w:rPr>
              <w:t>owane technologie informacyjne i informatyczne</w:t>
            </w:r>
            <w:r w:rsidRPr="007E5523">
              <w:rPr>
                <w:rFonts w:ascii="Corbel" w:hAnsi="Corbel"/>
                <w:sz w:val="24"/>
              </w:rPr>
              <w:t xml:space="preserve"> w rozwoju własnych umiejętności profesjonalnych</w:t>
            </w:r>
            <w:r w:rsidR="00FD3821">
              <w:rPr>
                <w:rFonts w:ascii="Corbel" w:hAnsi="Corbel"/>
                <w:sz w:val="24"/>
              </w:rPr>
              <w:t xml:space="preserve"> i zapobieganiu wypaleniu zawodowemu. </w:t>
            </w:r>
          </w:p>
        </w:tc>
        <w:tc>
          <w:tcPr>
            <w:tcW w:w="1865" w:type="dxa"/>
          </w:tcPr>
          <w:p w14:paraId="58EC1693" w14:textId="77777777" w:rsidR="00150587" w:rsidRPr="009C54AE" w:rsidRDefault="00150587" w:rsidP="001505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058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E5523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150587" w:rsidRPr="009C54AE" w14:paraId="6D4C04E1" w14:textId="77777777" w:rsidTr="00150587">
        <w:tc>
          <w:tcPr>
            <w:tcW w:w="1681" w:type="dxa"/>
          </w:tcPr>
          <w:p w14:paraId="2C9AB57F" w14:textId="77777777" w:rsidR="00150587" w:rsidRPr="009C54AE" w:rsidRDefault="00150587" w:rsidP="0060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E552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4631A06E" w14:textId="62606EB8" w:rsidR="000109D1" w:rsidRPr="009C54AE" w:rsidRDefault="0015663E" w:rsidP="00FD38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D84B97">
              <w:rPr>
                <w:rFonts w:ascii="Corbel" w:hAnsi="Corbel"/>
                <w:b w:val="0"/>
                <w:smallCaps w:val="0"/>
                <w:szCs w:val="24"/>
              </w:rPr>
              <w:t>oceni</w:t>
            </w:r>
            <w:r w:rsidR="00FD3821">
              <w:rPr>
                <w:rFonts w:ascii="Corbel" w:hAnsi="Corbel"/>
                <w:b w:val="0"/>
                <w:smallCaps w:val="0"/>
                <w:szCs w:val="24"/>
              </w:rPr>
              <w:t xml:space="preserve"> poziom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swojej wiedzy oraz umiejętności w obszarze rozwoju zawodowego i przeciwdziałani</w:t>
            </w:r>
            <w:r w:rsidR="00FD3821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wypaleniu zawodowemu</w:t>
            </w:r>
            <w:r w:rsidR="00FD382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78E466E3" w14:textId="77777777" w:rsidR="00150587" w:rsidRPr="00150587" w:rsidRDefault="00150587" w:rsidP="001505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058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E5523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186413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53383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D9FD564" w14:textId="77777777" w:rsidR="0085747A" w:rsidRDefault="0085747A" w:rsidP="00DF74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C5A53">
        <w:rPr>
          <w:rFonts w:ascii="Corbel" w:hAnsi="Corbel"/>
          <w:sz w:val="24"/>
          <w:szCs w:val="24"/>
        </w:rPr>
        <w:t>Problematyka ćwiczeń audytoryjnych</w:t>
      </w:r>
    </w:p>
    <w:p w14:paraId="57CA4780" w14:textId="77777777" w:rsidR="002C5A53" w:rsidRPr="002C5A53" w:rsidRDefault="002C5A53" w:rsidP="002C5A53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36668" w:rsidRPr="009C54AE" w14:paraId="765FC8CC" w14:textId="77777777" w:rsidTr="00DB35A0">
        <w:tc>
          <w:tcPr>
            <w:tcW w:w="9520" w:type="dxa"/>
          </w:tcPr>
          <w:p w14:paraId="0625E21B" w14:textId="77777777" w:rsidR="00B36668" w:rsidRDefault="00B36668">
            <w:pPr>
              <w:pStyle w:val="Akapitzlist"/>
              <w:spacing w:after="0" w:line="240" w:lineRule="auto"/>
              <w:ind w:left="0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Treści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Treści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merytoryczne</w:t>
            </w:r>
          </w:p>
        </w:tc>
      </w:tr>
      <w:tr w:rsidR="00B36668" w:rsidRPr="009C54AE" w14:paraId="50750C65" w14:textId="77777777" w:rsidTr="00DB35A0">
        <w:tc>
          <w:tcPr>
            <w:tcW w:w="9520" w:type="dxa"/>
          </w:tcPr>
          <w:p w14:paraId="53A733A4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Pojęcie sytuacji zawodowej pracownika</w:t>
            </w:r>
            <w:r w:rsidR="0015663E" w:rsidRPr="002C5A53">
              <w:rPr>
                <w:rFonts w:ascii="Corbel" w:hAnsi="Corbel"/>
                <w:sz w:val="24"/>
                <w:szCs w:val="24"/>
              </w:rPr>
              <w:t xml:space="preserve"> (nauczyciela).</w:t>
            </w:r>
          </w:p>
        </w:tc>
      </w:tr>
      <w:tr w:rsidR="00B36668" w:rsidRPr="009C54AE" w14:paraId="24F4D0E6" w14:textId="77777777" w:rsidTr="00DB35A0">
        <w:tc>
          <w:tcPr>
            <w:tcW w:w="9520" w:type="dxa"/>
          </w:tcPr>
          <w:p w14:paraId="35695529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Praca</w:t>
            </w:r>
            <w:r w:rsidR="0015663E" w:rsidRPr="002C5A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C5A53">
              <w:rPr>
                <w:rFonts w:ascii="Corbel" w:hAnsi="Corbel"/>
                <w:sz w:val="24"/>
                <w:szCs w:val="24"/>
              </w:rPr>
              <w:t>- moje relacje z pracą. Pozytywne i negatywne elementy związane z wykonywaniem pracy</w:t>
            </w:r>
            <w:r w:rsidR="0015663E" w:rsidRPr="002C5A53">
              <w:rPr>
                <w:rFonts w:ascii="Corbel" w:hAnsi="Corbel"/>
                <w:sz w:val="24"/>
                <w:szCs w:val="24"/>
              </w:rPr>
              <w:t xml:space="preserve"> nauczyciela.</w:t>
            </w:r>
          </w:p>
        </w:tc>
      </w:tr>
      <w:tr w:rsidR="00B36668" w:rsidRPr="009C54AE" w14:paraId="72141D21" w14:textId="77777777" w:rsidTr="00DB35A0">
        <w:tc>
          <w:tcPr>
            <w:tcW w:w="9520" w:type="dxa"/>
          </w:tcPr>
          <w:p w14:paraId="5EFEDA93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lastRenderedPageBreak/>
              <w:t xml:space="preserve">Czynniki charakteryzujące  relację człowieka z pracą: obciążenie, stabilizacja lub jej brak, kontrola, nagroda, nagana, sprawiedliwość, aksjologia, etyka itp. </w:t>
            </w:r>
          </w:p>
        </w:tc>
      </w:tr>
      <w:tr w:rsidR="00B36668" w:rsidRPr="009C54AE" w14:paraId="275D0846" w14:textId="77777777" w:rsidTr="00DB35A0">
        <w:tc>
          <w:tcPr>
            <w:tcW w:w="9520" w:type="dxa"/>
          </w:tcPr>
          <w:p w14:paraId="08AE7221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Najważniejsze elementy do przejęcia kontroli nad życiem zawodowym: zdefiniowanie problemu, ustalenie celów, podjęcie działań, śledzenie postępów, modyfikacja planów, osiąganie zamierzonych efektów.</w:t>
            </w:r>
          </w:p>
        </w:tc>
      </w:tr>
      <w:tr w:rsidR="00B36668" w:rsidRPr="009C54AE" w14:paraId="74B1D6CD" w14:textId="77777777" w:rsidTr="00DB35A0">
        <w:tc>
          <w:tcPr>
            <w:tcW w:w="9520" w:type="dxa"/>
          </w:tcPr>
          <w:p w14:paraId="37132652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Motywacja do pracy. Motywacje osiągnięć a decyzje edukacyjno-zawodowe.</w:t>
            </w:r>
          </w:p>
        </w:tc>
      </w:tr>
      <w:tr w:rsidR="00B36668" w:rsidRPr="009C54AE" w14:paraId="0A960C6E" w14:textId="77777777" w:rsidTr="00DB35A0">
        <w:tc>
          <w:tcPr>
            <w:tcW w:w="9520" w:type="dxa"/>
          </w:tcPr>
          <w:p w14:paraId="658A6D75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Postawy i ich struktura. Postawy zawodowe a decyzje edukacyjne.</w:t>
            </w:r>
          </w:p>
        </w:tc>
      </w:tr>
      <w:tr w:rsidR="00B36668" w:rsidRPr="009C54AE" w14:paraId="55852C0A" w14:textId="77777777" w:rsidTr="00DB35A0">
        <w:tc>
          <w:tcPr>
            <w:tcW w:w="9520" w:type="dxa"/>
          </w:tcPr>
          <w:p w14:paraId="39679328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Satysfakcja zawodowa i czynniki warunkujące jej osiąganie.</w:t>
            </w:r>
          </w:p>
        </w:tc>
      </w:tr>
      <w:tr w:rsidR="00B36668" w:rsidRPr="009C54AE" w14:paraId="5B26B9AC" w14:textId="77777777" w:rsidTr="00DB35A0">
        <w:tc>
          <w:tcPr>
            <w:tcW w:w="9520" w:type="dxa"/>
          </w:tcPr>
          <w:p w14:paraId="70F7528C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 xml:space="preserve">Satysfakcja zawodowa a aktywność edukacyjna </w:t>
            </w:r>
            <w:r w:rsidR="0015663E" w:rsidRPr="002C5A53">
              <w:rPr>
                <w:rFonts w:ascii="Corbel" w:hAnsi="Corbel"/>
                <w:sz w:val="24"/>
                <w:szCs w:val="24"/>
              </w:rPr>
              <w:t>nauczyciela.</w:t>
            </w:r>
          </w:p>
        </w:tc>
      </w:tr>
      <w:tr w:rsidR="00B36668" w:rsidRPr="009C54AE" w14:paraId="63E616ED" w14:textId="77777777" w:rsidTr="00DB35A0">
        <w:tc>
          <w:tcPr>
            <w:tcW w:w="9520" w:type="dxa"/>
          </w:tcPr>
          <w:p w14:paraId="77ADDC37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Wypalenie zawodowe i jego uwarunkowanie.</w:t>
            </w:r>
          </w:p>
        </w:tc>
      </w:tr>
      <w:tr w:rsidR="00B36668" w:rsidRPr="009C54AE" w14:paraId="6216D09E" w14:textId="77777777" w:rsidTr="00DB35A0">
        <w:tc>
          <w:tcPr>
            <w:tcW w:w="9520" w:type="dxa"/>
          </w:tcPr>
          <w:p w14:paraId="0D0A6023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Syndrom wypalenia zawodowego – w jaki sposób powstaje, kto cierpi, cechy, objawy, fazy zespołu wypalenia; w jaki sposób przeciwdziałać?</w:t>
            </w:r>
          </w:p>
        </w:tc>
      </w:tr>
      <w:tr w:rsidR="00B36668" w:rsidRPr="009C54AE" w14:paraId="6EB612A4" w14:textId="77777777" w:rsidTr="00DB35A0">
        <w:tc>
          <w:tcPr>
            <w:tcW w:w="9520" w:type="dxa"/>
          </w:tcPr>
          <w:p w14:paraId="204E1631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Współzależność czynników sytuacji zawodowej</w:t>
            </w:r>
            <w:r w:rsidR="0015663E" w:rsidRPr="002C5A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36668" w:rsidRPr="009C54AE" w14:paraId="4EF5F507" w14:textId="77777777" w:rsidTr="00DB35A0">
        <w:tc>
          <w:tcPr>
            <w:tcW w:w="9520" w:type="dxa"/>
          </w:tcPr>
          <w:p w14:paraId="59F60A4C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C5A53">
              <w:rPr>
                <w:rFonts w:ascii="Corbel" w:hAnsi="Corbel"/>
                <w:sz w:val="24"/>
                <w:szCs w:val="24"/>
              </w:rPr>
              <w:t>Mobbing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 xml:space="preserve"> – przyczyny, skutki, sposoby jego przeciwdziałania.</w:t>
            </w:r>
          </w:p>
        </w:tc>
      </w:tr>
      <w:tr w:rsidR="00B36668" w:rsidRPr="009C54AE" w14:paraId="5FDD05AD" w14:textId="77777777" w:rsidTr="00DB35A0">
        <w:tc>
          <w:tcPr>
            <w:tcW w:w="9520" w:type="dxa"/>
          </w:tcPr>
          <w:p w14:paraId="4CC5EB34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Stres – powstawanie stresu, reakcje stresowe w pracy zawodowej</w:t>
            </w:r>
            <w:r w:rsidR="0015663E" w:rsidRPr="002C5A53">
              <w:rPr>
                <w:rFonts w:ascii="Corbel" w:hAnsi="Corbel"/>
                <w:sz w:val="24"/>
                <w:szCs w:val="24"/>
              </w:rPr>
              <w:t xml:space="preserve"> nauczyciela.</w:t>
            </w:r>
            <w:r w:rsidRPr="002C5A5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36668" w:rsidRPr="009C54AE" w14:paraId="68C94ADA" w14:textId="77777777" w:rsidTr="00DB35A0">
        <w:tc>
          <w:tcPr>
            <w:tcW w:w="9520" w:type="dxa"/>
          </w:tcPr>
          <w:p w14:paraId="3D2FAB3E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Konsekwencje stresu jako przyczyną wielu chorób</w:t>
            </w:r>
            <w:r w:rsidR="0015663E" w:rsidRPr="002C5A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36668" w:rsidRPr="009C54AE" w14:paraId="597A76F5" w14:textId="77777777" w:rsidTr="00DB35A0">
        <w:tc>
          <w:tcPr>
            <w:tcW w:w="9520" w:type="dxa"/>
          </w:tcPr>
          <w:p w14:paraId="0D498B87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 xml:space="preserve">Profilaktyka zdrowotna, aktywność fizyczna, edukacja </w:t>
            </w:r>
            <w:r w:rsidR="0015663E" w:rsidRPr="002C5A53">
              <w:rPr>
                <w:rFonts w:ascii="Corbel" w:hAnsi="Corbel"/>
                <w:sz w:val="24"/>
                <w:szCs w:val="24"/>
              </w:rPr>
              <w:t xml:space="preserve">ustawiczna </w:t>
            </w:r>
            <w:r w:rsidRPr="002C5A53">
              <w:rPr>
                <w:rFonts w:ascii="Corbel" w:hAnsi="Corbel"/>
                <w:sz w:val="24"/>
                <w:szCs w:val="24"/>
              </w:rPr>
              <w:t>– formy przeciwdziałania różnym zagrożeniom</w:t>
            </w:r>
            <w:r w:rsidR="0015663E" w:rsidRPr="002C5A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36668" w:rsidRPr="009C54AE" w14:paraId="0FB2D987" w14:textId="77777777" w:rsidTr="00DB35A0">
        <w:tc>
          <w:tcPr>
            <w:tcW w:w="9520" w:type="dxa"/>
          </w:tcPr>
          <w:p w14:paraId="4A3288B1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Rozwiązanie problemów związanych z obciążeniem pracą</w:t>
            </w:r>
            <w:r w:rsidR="0015663E" w:rsidRPr="002C5A53">
              <w:rPr>
                <w:rFonts w:ascii="Corbel" w:hAnsi="Corbel"/>
                <w:sz w:val="24"/>
                <w:szCs w:val="24"/>
              </w:rPr>
              <w:t xml:space="preserve"> nauczyciela.</w:t>
            </w:r>
          </w:p>
        </w:tc>
      </w:tr>
      <w:tr w:rsidR="00B36668" w:rsidRPr="009C54AE" w14:paraId="1DA23BC7" w14:textId="77777777" w:rsidTr="00DB35A0">
        <w:tc>
          <w:tcPr>
            <w:tcW w:w="9520" w:type="dxa"/>
          </w:tcPr>
          <w:p w14:paraId="5B4FC0BF" w14:textId="77777777" w:rsidR="00B36668" w:rsidRPr="002C5A53" w:rsidRDefault="00B366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 w:cs="Carlito"/>
                <w:sz w:val="24"/>
                <w:szCs w:val="24"/>
                <w:lang w:eastAsia="pl-PL"/>
              </w:rPr>
              <w:t>Zdefiniowanie problemu: wyczerpanie, nadmierna dyspozycyjność, brak czasu, zbyt wiele zadań</w:t>
            </w:r>
            <w:r w:rsidR="0015663E" w:rsidRPr="002C5A53">
              <w:rPr>
                <w:rFonts w:ascii="Corbel" w:hAnsi="Corbel" w:cs="Carlito"/>
                <w:sz w:val="24"/>
                <w:szCs w:val="24"/>
                <w:lang w:eastAsia="pl-PL"/>
              </w:rPr>
              <w:t>.</w:t>
            </w:r>
          </w:p>
        </w:tc>
      </w:tr>
    </w:tbl>
    <w:p w14:paraId="73DBF3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135DB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9FE50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2A67B4" w14:textId="2558611A" w:rsidR="0085747A" w:rsidRPr="006D4D74" w:rsidRDefault="006D4D74" w:rsidP="006D4D74">
      <w:pPr>
        <w:pStyle w:val="Punktygwne"/>
        <w:spacing w:before="0" w:after="0"/>
        <w:ind w:left="851"/>
        <w:jc w:val="both"/>
        <w:rPr>
          <w:rFonts w:ascii="Corbel" w:hAnsi="Corbel"/>
          <w:b w:val="0"/>
          <w:i/>
          <w:smallCaps w:val="0"/>
          <w:szCs w:val="24"/>
        </w:rPr>
      </w:pPr>
      <w:r w:rsidRPr="006D4D74">
        <w:rPr>
          <w:rFonts w:ascii="Corbel" w:hAnsi="Corbel"/>
          <w:b w:val="0"/>
          <w:smallCaps w:val="0"/>
          <w:szCs w:val="24"/>
        </w:rPr>
        <w:t>Praca w grupach, dyskusja</w:t>
      </w:r>
    </w:p>
    <w:p w14:paraId="67D91A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D44D0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9CD69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8E079A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6E01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F0C0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8"/>
        <w:gridCol w:w="5854"/>
        <w:gridCol w:w="1708"/>
      </w:tblGrid>
      <w:tr w:rsidR="0085747A" w:rsidRPr="009C54AE" w14:paraId="1C8A33B2" w14:textId="77777777" w:rsidTr="00DB35A0">
        <w:tc>
          <w:tcPr>
            <w:tcW w:w="1958" w:type="dxa"/>
            <w:vAlign w:val="center"/>
          </w:tcPr>
          <w:p w14:paraId="61282E1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54" w:type="dxa"/>
            <w:vAlign w:val="center"/>
          </w:tcPr>
          <w:p w14:paraId="5D7DA23D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DD05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37C5F59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14:paraId="406BB69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4887A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4191C" w:rsidRPr="009C54AE" w14:paraId="4F54C5FA" w14:textId="77777777" w:rsidTr="00DB35A0">
        <w:tc>
          <w:tcPr>
            <w:tcW w:w="1958" w:type="dxa"/>
          </w:tcPr>
          <w:p w14:paraId="7CEDF586" w14:textId="77777777" w:rsidR="00F4191C" w:rsidRPr="002C5A53" w:rsidRDefault="00F4191C" w:rsidP="00F4191C">
            <w:pPr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854" w:type="dxa"/>
          </w:tcPr>
          <w:p w14:paraId="4FF108EB" w14:textId="760D5785" w:rsidR="00F4191C" w:rsidRPr="002C5A53" w:rsidRDefault="003C0ED1" w:rsidP="006D4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Aktywność studenta na zajęciach</w:t>
            </w:r>
            <w:r w:rsidR="00681603" w:rsidRPr="002C5A53">
              <w:rPr>
                <w:rFonts w:ascii="Corbel" w:hAnsi="Corbel"/>
                <w:sz w:val="24"/>
                <w:szCs w:val="24"/>
              </w:rPr>
              <w:t xml:space="preserve"> </w:t>
            </w:r>
            <w:r w:rsidR="00681603" w:rsidRPr="002C5A53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 xml:space="preserve">i </w:t>
            </w:r>
            <w:r w:rsidR="006D4D74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 xml:space="preserve">obserwacja w trakcie </w:t>
            </w:r>
            <w:r w:rsidR="00DD05B0" w:rsidRPr="002C5A53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zajęć</w:t>
            </w:r>
            <w:r w:rsidR="00CB5FDE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, praca projektowa</w:t>
            </w:r>
          </w:p>
        </w:tc>
        <w:tc>
          <w:tcPr>
            <w:tcW w:w="1708" w:type="dxa"/>
          </w:tcPr>
          <w:p w14:paraId="6CF0074B" w14:textId="77777777" w:rsidR="00DD05B0" w:rsidRPr="002C5A53" w:rsidRDefault="00DD05B0" w:rsidP="002C5A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5A5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2C5A53" w:rsidRPr="002C5A53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B5FDE" w:rsidRPr="009C54AE" w14:paraId="3CEF2DD1" w14:textId="77777777" w:rsidTr="00DB35A0">
        <w:tc>
          <w:tcPr>
            <w:tcW w:w="1958" w:type="dxa"/>
          </w:tcPr>
          <w:p w14:paraId="023BD9DF" w14:textId="77777777" w:rsidR="00CB5FDE" w:rsidRPr="002C5A53" w:rsidRDefault="00CB5FDE" w:rsidP="00CB5FDE">
            <w:pPr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854" w:type="dxa"/>
          </w:tcPr>
          <w:p w14:paraId="4D21EF84" w14:textId="708EDF8B" w:rsidR="00CB5FDE" w:rsidRPr="002C5A53" w:rsidRDefault="00CB5FDE" w:rsidP="00CB5F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 xml:space="preserve">Aktywność studenta na zajęciach </w:t>
            </w:r>
            <w:r w:rsidRPr="002C5A53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 xml:space="preserve">i </w:t>
            </w:r>
            <w:r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 xml:space="preserve">obserwacja w trakcie </w:t>
            </w:r>
            <w:r w:rsidRPr="002C5A53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zajęć</w:t>
            </w:r>
            <w:r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, praca projektowa</w:t>
            </w:r>
          </w:p>
        </w:tc>
        <w:tc>
          <w:tcPr>
            <w:tcW w:w="1708" w:type="dxa"/>
          </w:tcPr>
          <w:p w14:paraId="29EE7AF1" w14:textId="77777777" w:rsidR="00CB5FDE" w:rsidRPr="002C5A53" w:rsidRDefault="00CB5FDE" w:rsidP="00CB5FD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5A5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B5FDE" w:rsidRPr="009C54AE" w14:paraId="5D80DD8C" w14:textId="77777777" w:rsidTr="00DB35A0">
        <w:tc>
          <w:tcPr>
            <w:tcW w:w="1958" w:type="dxa"/>
          </w:tcPr>
          <w:p w14:paraId="3EBD8298" w14:textId="77777777" w:rsidR="00CB5FDE" w:rsidRPr="002C5A53" w:rsidRDefault="00CB5FDE" w:rsidP="00CB5FDE">
            <w:pPr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854" w:type="dxa"/>
          </w:tcPr>
          <w:p w14:paraId="0747C8A1" w14:textId="30AD23D8" w:rsidR="00CB5FDE" w:rsidRPr="002C5A53" w:rsidRDefault="00CB5FDE" w:rsidP="00CB5F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 xml:space="preserve">Aktywność studenta na zajęciach </w:t>
            </w:r>
            <w:r w:rsidRPr="002C5A53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 xml:space="preserve">i </w:t>
            </w:r>
            <w:r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 xml:space="preserve">obserwacja w trakcie </w:t>
            </w:r>
            <w:r w:rsidRPr="002C5A53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zajęć</w:t>
            </w:r>
            <w:r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, praca projektowa</w:t>
            </w:r>
          </w:p>
        </w:tc>
        <w:tc>
          <w:tcPr>
            <w:tcW w:w="1708" w:type="dxa"/>
          </w:tcPr>
          <w:p w14:paraId="67E87FEF" w14:textId="77777777" w:rsidR="00CB5FDE" w:rsidRPr="002C5A53" w:rsidRDefault="00CB5FDE" w:rsidP="00CB5FD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5A5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B5FDE" w:rsidRPr="009C54AE" w14:paraId="40ADF6B7" w14:textId="77777777" w:rsidTr="00DB35A0">
        <w:tc>
          <w:tcPr>
            <w:tcW w:w="1958" w:type="dxa"/>
          </w:tcPr>
          <w:p w14:paraId="33C02903" w14:textId="77777777" w:rsidR="00CB5FDE" w:rsidRPr="002C5A53" w:rsidRDefault="00CB5FDE" w:rsidP="00CB5FDE">
            <w:pPr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854" w:type="dxa"/>
          </w:tcPr>
          <w:p w14:paraId="6DF23A2B" w14:textId="308A538C" w:rsidR="00CB5FDE" w:rsidRPr="002C5A53" w:rsidRDefault="00CB5FDE" w:rsidP="00CB5F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 xml:space="preserve">Aktywność studenta na zajęciach </w:t>
            </w:r>
            <w:r w:rsidRPr="002C5A53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 xml:space="preserve">i </w:t>
            </w:r>
            <w:r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 xml:space="preserve">obserwacja w trakcie </w:t>
            </w:r>
            <w:r w:rsidRPr="002C5A53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zajęć</w:t>
            </w:r>
            <w:r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, praca projektowa</w:t>
            </w:r>
          </w:p>
        </w:tc>
        <w:tc>
          <w:tcPr>
            <w:tcW w:w="1708" w:type="dxa"/>
          </w:tcPr>
          <w:p w14:paraId="00AE7AE9" w14:textId="77777777" w:rsidR="00CB5FDE" w:rsidRPr="002C5A53" w:rsidRDefault="00CB5FDE" w:rsidP="00CB5FD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5A5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CDE9B8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026A0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EAB826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71BC86D" w14:textId="77777777" w:rsidTr="00923D7D">
        <w:tc>
          <w:tcPr>
            <w:tcW w:w="9670" w:type="dxa"/>
          </w:tcPr>
          <w:p w14:paraId="14B6E27E" w14:textId="77777777" w:rsidR="0085747A" w:rsidRPr="009C54AE" w:rsidRDefault="003C0ED1" w:rsidP="002C5A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C0ED1">
              <w:rPr>
                <w:rFonts w:ascii="Corbel" w:hAnsi="Corbel"/>
                <w:b w:val="0"/>
                <w:smallCaps w:val="0"/>
                <w:szCs w:val="24"/>
              </w:rPr>
              <w:t>Przygotowanie pracy projektowej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(prezentacji, </w:t>
            </w:r>
            <w:r w:rsidR="00045943">
              <w:rPr>
                <w:rFonts w:ascii="Corbel" w:hAnsi="Corbel"/>
                <w:b w:val="0"/>
                <w:smallCaps w:val="0"/>
                <w:szCs w:val="24"/>
              </w:rPr>
              <w:t>referatu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3C0ED1">
              <w:rPr>
                <w:rFonts w:ascii="Corbel" w:hAnsi="Corbel"/>
                <w:b w:val="0"/>
                <w:smallCaps w:val="0"/>
                <w:szCs w:val="24"/>
              </w:rPr>
              <w:t>. Ocena końcowa jest wypadkową aktywności studenta na zajęciach</w:t>
            </w:r>
            <w:r w:rsidR="0004594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C0ED1">
              <w:rPr>
                <w:rFonts w:ascii="Corbel" w:hAnsi="Corbel"/>
                <w:b w:val="0"/>
                <w:smallCaps w:val="0"/>
                <w:szCs w:val="24"/>
              </w:rPr>
              <w:t>oraz przygotowanej pracy projektowej</w:t>
            </w:r>
            <w:r w:rsidR="00045943">
              <w:rPr>
                <w:rFonts w:ascii="Corbel" w:hAnsi="Corbel"/>
                <w:b w:val="0"/>
                <w:smallCaps w:val="0"/>
                <w:szCs w:val="24"/>
              </w:rPr>
              <w:t xml:space="preserve"> (prezentacji, referatu).</w:t>
            </w:r>
          </w:p>
        </w:tc>
      </w:tr>
    </w:tbl>
    <w:p w14:paraId="0FE4D0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1E616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08AEB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3675965" w14:textId="77777777" w:rsidTr="003E1941">
        <w:tc>
          <w:tcPr>
            <w:tcW w:w="4962" w:type="dxa"/>
            <w:vAlign w:val="center"/>
          </w:tcPr>
          <w:p w14:paraId="0C8BCDE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A6803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EED46AB" w14:textId="77777777" w:rsidTr="00923D7D">
        <w:tc>
          <w:tcPr>
            <w:tcW w:w="4962" w:type="dxa"/>
          </w:tcPr>
          <w:p w14:paraId="1EDD43D2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97F97BF" w14:textId="6100D8EA" w:rsidR="0085747A" w:rsidRPr="009C54AE" w:rsidRDefault="004321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41812243" w14:textId="77777777" w:rsidTr="00923D7D">
        <w:tc>
          <w:tcPr>
            <w:tcW w:w="4962" w:type="dxa"/>
          </w:tcPr>
          <w:p w14:paraId="0FBCBE2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D7A234" w14:textId="0C065893" w:rsidR="00C61DC5" w:rsidRPr="009C54AE" w:rsidRDefault="00B262DD" w:rsidP="00B262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9767C09" w14:textId="77777777" w:rsidR="00C61DC5" w:rsidRPr="009C54AE" w:rsidRDefault="0004594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4D93392" w14:textId="77777777" w:rsidTr="00923D7D">
        <w:tc>
          <w:tcPr>
            <w:tcW w:w="4962" w:type="dxa"/>
          </w:tcPr>
          <w:p w14:paraId="120C38A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9E585F3" w14:textId="6A80AB9C" w:rsidR="00C61DC5" w:rsidRPr="009C54AE" w:rsidRDefault="00C61DC5" w:rsidP="00B262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</w:t>
            </w:r>
            <w:r w:rsidR="00B262DD">
              <w:rPr>
                <w:rFonts w:ascii="Corbel" w:hAnsi="Corbel"/>
                <w:sz w:val="24"/>
                <w:szCs w:val="24"/>
              </w:rPr>
              <w:t>zygotowanie do zajęć, przygotowanie pracy projektowej)</w:t>
            </w:r>
          </w:p>
        </w:tc>
        <w:tc>
          <w:tcPr>
            <w:tcW w:w="4677" w:type="dxa"/>
          </w:tcPr>
          <w:p w14:paraId="7550B914" w14:textId="0DE53D4B" w:rsidR="00C61DC5" w:rsidRPr="009C54AE" w:rsidRDefault="0094565C" w:rsidP="004321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321F7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3503A967" w14:textId="77777777" w:rsidTr="00923D7D">
        <w:tc>
          <w:tcPr>
            <w:tcW w:w="4962" w:type="dxa"/>
          </w:tcPr>
          <w:p w14:paraId="0B9C32E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594048" w14:textId="77777777" w:rsidR="0085747A" w:rsidRPr="009C54AE" w:rsidRDefault="009456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38E26151" w14:textId="77777777" w:rsidTr="00923D7D">
        <w:tc>
          <w:tcPr>
            <w:tcW w:w="4962" w:type="dxa"/>
          </w:tcPr>
          <w:p w14:paraId="6886A47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05F7399" w14:textId="77777777" w:rsidR="0085747A" w:rsidRPr="009C54AE" w:rsidRDefault="009456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FBC24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FDB197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6DC9A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5DD94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9C8C8E" w14:textId="77777777" w:rsidTr="0071620A">
        <w:trPr>
          <w:trHeight w:val="397"/>
        </w:trPr>
        <w:tc>
          <w:tcPr>
            <w:tcW w:w="3544" w:type="dxa"/>
          </w:tcPr>
          <w:p w14:paraId="609FC94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CFAD3CF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30B09F17" w14:textId="77777777" w:rsidTr="0071620A">
        <w:trPr>
          <w:trHeight w:val="397"/>
        </w:trPr>
        <w:tc>
          <w:tcPr>
            <w:tcW w:w="3544" w:type="dxa"/>
          </w:tcPr>
          <w:p w14:paraId="29C9143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18E908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2D3FE4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CE201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3B0E9D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4565C" w:rsidRPr="009C54AE" w14:paraId="1CDFE5CF" w14:textId="77777777" w:rsidTr="0071620A">
        <w:trPr>
          <w:trHeight w:val="397"/>
        </w:trPr>
        <w:tc>
          <w:tcPr>
            <w:tcW w:w="7513" w:type="dxa"/>
          </w:tcPr>
          <w:p w14:paraId="0507E0C2" w14:textId="77777777" w:rsidR="00B36668" w:rsidRPr="002C5A53" w:rsidRDefault="00B36668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A462B6D" w14:textId="77777777" w:rsidR="002C5A53" w:rsidRPr="002C5A53" w:rsidRDefault="002C5A53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0FCA9E0" w14:textId="77777777" w:rsidR="00B36668" w:rsidRPr="002C5A53" w:rsidRDefault="00330AF1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C5A53">
              <w:rPr>
                <w:rFonts w:ascii="Corbel" w:hAnsi="Corbel"/>
                <w:sz w:val="24"/>
                <w:szCs w:val="24"/>
              </w:rPr>
              <w:t>Hreciński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 xml:space="preserve"> P., </w:t>
            </w:r>
            <w:r w:rsidRPr="00C91241">
              <w:rPr>
                <w:rFonts w:ascii="Corbel" w:hAnsi="Corbel"/>
                <w:i/>
                <w:sz w:val="24"/>
                <w:szCs w:val="24"/>
              </w:rPr>
              <w:t xml:space="preserve">Wypalenie </w:t>
            </w:r>
            <w:proofErr w:type="spellStart"/>
            <w:r w:rsidRPr="00C91241"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 w:rsidRPr="00C91241">
              <w:rPr>
                <w:rFonts w:ascii="Corbel" w:hAnsi="Corbel"/>
                <w:i/>
                <w:sz w:val="24"/>
                <w:szCs w:val="24"/>
              </w:rPr>
              <w:t xml:space="preserve"> nauczycieli</w:t>
            </w:r>
            <w:r w:rsidRPr="002C5A53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2C5A53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 xml:space="preserve"> SA, Warszawa 2016.</w:t>
            </w:r>
          </w:p>
          <w:p w14:paraId="480DAF78" w14:textId="77777777" w:rsidR="00330AF1" w:rsidRPr="002C5A53" w:rsidRDefault="00330AF1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 xml:space="preserve">Stawiarska P., </w:t>
            </w:r>
            <w:r w:rsidRPr="004F07A8">
              <w:rPr>
                <w:rFonts w:ascii="Corbel" w:hAnsi="Corbel"/>
                <w:i/>
                <w:sz w:val="24"/>
                <w:szCs w:val="24"/>
              </w:rPr>
              <w:t xml:space="preserve">Wypalenie </w:t>
            </w:r>
            <w:proofErr w:type="spellStart"/>
            <w:r w:rsidRPr="004F07A8"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 w:rsidRPr="004F07A8">
              <w:rPr>
                <w:rFonts w:ascii="Corbel" w:hAnsi="Corbel"/>
                <w:i/>
                <w:sz w:val="24"/>
                <w:szCs w:val="24"/>
              </w:rPr>
              <w:t xml:space="preserve"> w perspektywie wyzwań współczesnego świata</w:t>
            </w:r>
            <w:r w:rsidRPr="002C5A53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2C5A53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 xml:space="preserve"> SA, Warszawa 2016.</w:t>
            </w:r>
          </w:p>
          <w:p w14:paraId="5011782B" w14:textId="77777777" w:rsidR="00330AF1" w:rsidRPr="002C5A53" w:rsidRDefault="00330AF1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 xml:space="preserve">Sęk H. (red.), </w:t>
            </w:r>
            <w:r w:rsidRPr="004F07A8">
              <w:rPr>
                <w:rFonts w:ascii="Corbel" w:hAnsi="Corbel"/>
                <w:i/>
                <w:sz w:val="24"/>
                <w:szCs w:val="24"/>
              </w:rPr>
              <w:t xml:space="preserve">Wypalenie </w:t>
            </w:r>
            <w:proofErr w:type="spellStart"/>
            <w:r w:rsidRPr="004F07A8"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>, Wydawnictwo Naukowe PWN, Warszawa 2010.</w:t>
            </w:r>
          </w:p>
          <w:p w14:paraId="493BE0D6" w14:textId="77777777" w:rsidR="007751E4" w:rsidRPr="002C5A53" w:rsidRDefault="007751E4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 xml:space="preserve">Kordziński J., </w:t>
            </w:r>
            <w:r w:rsidRPr="004F07A8">
              <w:rPr>
                <w:rFonts w:ascii="Corbel" w:hAnsi="Corbel"/>
                <w:i/>
                <w:sz w:val="24"/>
                <w:szCs w:val="24"/>
              </w:rPr>
              <w:t>Przeciwdziałanie wypaleniu zawodowemu</w:t>
            </w:r>
            <w:r w:rsidRPr="002C5A53">
              <w:rPr>
                <w:rFonts w:ascii="Corbel" w:hAnsi="Corbel"/>
                <w:sz w:val="24"/>
                <w:szCs w:val="24"/>
              </w:rPr>
              <w:t>, Oficyna Wolters Kluwer, Warszawa 2019.</w:t>
            </w:r>
          </w:p>
          <w:p w14:paraId="192D5C11" w14:textId="77777777" w:rsidR="007751E4" w:rsidRPr="002C5A53" w:rsidRDefault="007751E4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C5A53">
              <w:rPr>
                <w:rFonts w:ascii="Corbel" w:hAnsi="Corbel"/>
                <w:sz w:val="24"/>
                <w:szCs w:val="24"/>
              </w:rPr>
              <w:t>Maslach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 w:rsidRPr="002C5A53">
              <w:rPr>
                <w:rFonts w:ascii="Corbel" w:hAnsi="Corbel"/>
                <w:sz w:val="24"/>
                <w:szCs w:val="24"/>
              </w:rPr>
              <w:t>Leiter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 xml:space="preserve"> M.P, </w:t>
            </w:r>
            <w:r w:rsidRPr="004F07A8">
              <w:rPr>
                <w:rFonts w:ascii="Corbel" w:hAnsi="Corbel"/>
                <w:i/>
                <w:sz w:val="24"/>
                <w:szCs w:val="24"/>
              </w:rPr>
              <w:t xml:space="preserve">Prawda o wypaleniu </w:t>
            </w:r>
            <w:proofErr w:type="spellStart"/>
            <w:r w:rsidRPr="004F07A8">
              <w:rPr>
                <w:rFonts w:ascii="Corbel" w:hAnsi="Corbel"/>
                <w:i/>
                <w:sz w:val="24"/>
                <w:szCs w:val="24"/>
              </w:rPr>
              <w:t>zawodwym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>, Wydawnictwo Naukowe PWN, Warszawa 2014.</w:t>
            </w:r>
          </w:p>
          <w:p w14:paraId="7C31C859" w14:textId="77777777" w:rsidR="0094565C" w:rsidRPr="002C5A53" w:rsidRDefault="00330AF1" w:rsidP="007751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C5A53">
              <w:rPr>
                <w:rFonts w:ascii="Corbel" w:hAnsi="Corbel"/>
                <w:sz w:val="24"/>
                <w:szCs w:val="24"/>
              </w:rPr>
              <w:t>Maslach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 w:rsidRPr="002C5A53">
              <w:rPr>
                <w:rFonts w:ascii="Corbel" w:hAnsi="Corbel"/>
                <w:sz w:val="24"/>
                <w:szCs w:val="24"/>
              </w:rPr>
              <w:t>Leiter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 xml:space="preserve"> M.P., </w:t>
            </w:r>
            <w:r w:rsidRPr="004F07A8">
              <w:rPr>
                <w:rFonts w:ascii="Corbel" w:hAnsi="Corbel"/>
                <w:i/>
                <w:sz w:val="24"/>
                <w:szCs w:val="24"/>
              </w:rPr>
              <w:t xml:space="preserve">Pokonać wypalenie </w:t>
            </w:r>
            <w:proofErr w:type="spellStart"/>
            <w:r w:rsidRPr="004F07A8"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>, Oficyna Wolters Kluwer</w:t>
            </w:r>
            <w:r w:rsidR="007751E4" w:rsidRPr="002C5A53">
              <w:rPr>
                <w:rFonts w:ascii="Corbel" w:hAnsi="Corbel"/>
                <w:sz w:val="24"/>
                <w:szCs w:val="24"/>
              </w:rPr>
              <w:t>,</w:t>
            </w:r>
            <w:r w:rsidRPr="002C5A53">
              <w:rPr>
                <w:rFonts w:ascii="Corbel" w:hAnsi="Corbel"/>
                <w:sz w:val="24"/>
                <w:szCs w:val="24"/>
              </w:rPr>
              <w:t xml:space="preserve"> Warszawa 2010.</w:t>
            </w:r>
          </w:p>
        </w:tc>
      </w:tr>
      <w:tr w:rsidR="0094565C" w:rsidRPr="009C54AE" w14:paraId="463C2D2D" w14:textId="77777777" w:rsidTr="0071620A">
        <w:trPr>
          <w:trHeight w:val="397"/>
        </w:trPr>
        <w:tc>
          <w:tcPr>
            <w:tcW w:w="7513" w:type="dxa"/>
          </w:tcPr>
          <w:p w14:paraId="54800A31" w14:textId="77777777" w:rsidR="00330AF1" w:rsidRDefault="00330AF1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4F13EB64" w14:textId="77777777" w:rsidR="002C5A53" w:rsidRPr="002C5A53" w:rsidRDefault="002C5A53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A3A4341" w14:textId="77777777" w:rsidR="007751E4" w:rsidRPr="002C5A53" w:rsidRDefault="007751E4" w:rsidP="007751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 xml:space="preserve">Lisowska E., </w:t>
            </w:r>
            <w:r w:rsidRPr="004F07A8">
              <w:rPr>
                <w:rFonts w:ascii="Corbel" w:hAnsi="Corbel"/>
                <w:i/>
                <w:sz w:val="24"/>
                <w:szCs w:val="24"/>
              </w:rPr>
              <w:t xml:space="preserve">Kondycja zawodowa nauczycieli. W poszukiwaniu skutecznej profilaktyki wypalenia </w:t>
            </w:r>
            <w:proofErr w:type="spellStart"/>
            <w:r w:rsidRPr="004F07A8">
              <w:rPr>
                <w:rFonts w:ascii="Corbel" w:hAnsi="Corbel"/>
                <w:i/>
                <w:sz w:val="24"/>
                <w:szCs w:val="24"/>
              </w:rPr>
              <w:t>zawodwego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>, Wyd. Impuls, Warszawa 2018.</w:t>
            </w:r>
          </w:p>
          <w:p w14:paraId="3832EBFB" w14:textId="77777777" w:rsidR="0094565C" w:rsidRPr="002C5A53" w:rsidRDefault="00330AF1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 xml:space="preserve">Mańkowska B., </w:t>
            </w:r>
            <w:r w:rsidRPr="004F07A8">
              <w:rPr>
                <w:rFonts w:ascii="Corbel" w:hAnsi="Corbel"/>
                <w:i/>
                <w:sz w:val="24"/>
                <w:szCs w:val="24"/>
              </w:rPr>
              <w:t xml:space="preserve">Wypalenie </w:t>
            </w:r>
            <w:proofErr w:type="spellStart"/>
            <w:r w:rsidRPr="004F07A8"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 w:rsidRPr="004F07A8">
              <w:rPr>
                <w:rFonts w:ascii="Corbel" w:hAnsi="Corbel"/>
                <w:i/>
                <w:sz w:val="24"/>
                <w:szCs w:val="24"/>
              </w:rPr>
              <w:t>. Źródła, mechanizmy, zapobieganie</w:t>
            </w:r>
            <w:r w:rsidRPr="002C5A53">
              <w:rPr>
                <w:rFonts w:ascii="Corbel" w:hAnsi="Corbel"/>
                <w:sz w:val="24"/>
                <w:szCs w:val="24"/>
              </w:rPr>
              <w:t xml:space="preserve">, Wyd. Harmonia </w:t>
            </w:r>
            <w:proofErr w:type="spellStart"/>
            <w:r w:rsidRPr="002C5A53">
              <w:rPr>
                <w:rFonts w:ascii="Corbel" w:hAnsi="Corbel"/>
                <w:sz w:val="24"/>
                <w:szCs w:val="24"/>
              </w:rPr>
              <w:t>Universalis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>, Gdańsk 2016.</w:t>
            </w:r>
          </w:p>
          <w:p w14:paraId="1493CE15" w14:textId="68E50BB4" w:rsidR="00330AF1" w:rsidRPr="002C5A53" w:rsidRDefault="00330AF1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Fengler J</w:t>
            </w:r>
            <w:r w:rsidRPr="004F07A8">
              <w:rPr>
                <w:rFonts w:ascii="Corbel" w:hAnsi="Corbel"/>
                <w:i/>
                <w:sz w:val="24"/>
                <w:szCs w:val="24"/>
              </w:rPr>
              <w:t xml:space="preserve">., Pomaganie męczy, wypalenie w pracy </w:t>
            </w:r>
            <w:proofErr w:type="spellStart"/>
            <w:r w:rsidRPr="004F07A8">
              <w:rPr>
                <w:rFonts w:ascii="Corbel" w:hAnsi="Corbel"/>
                <w:i/>
                <w:sz w:val="24"/>
                <w:szCs w:val="24"/>
              </w:rPr>
              <w:t>zawodwej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>, Wyd. Psychologiczne Gdańsk 2000.</w:t>
            </w:r>
          </w:p>
          <w:p w14:paraId="0555C390" w14:textId="77777777" w:rsidR="007751E4" w:rsidRPr="002C5A53" w:rsidRDefault="007751E4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D9DE43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946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21CC79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EAE3E75" w14:textId="77777777" w:rsidR="00C65F33" w:rsidRDefault="00C65F3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9EFC21" w14:textId="77777777" w:rsidR="00C65F33" w:rsidRDefault="00C65F3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C65F3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EC2311" w14:textId="77777777" w:rsidR="00504EF4" w:rsidRDefault="00504EF4" w:rsidP="00C16ABF">
      <w:pPr>
        <w:spacing w:after="0" w:line="240" w:lineRule="auto"/>
      </w:pPr>
      <w:r>
        <w:separator/>
      </w:r>
    </w:p>
  </w:endnote>
  <w:endnote w:type="continuationSeparator" w:id="0">
    <w:p w14:paraId="6ACBC259" w14:textId="77777777" w:rsidR="00504EF4" w:rsidRDefault="00504EF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Calibri"/>
    <w:charset w:val="EE"/>
    <w:family w:val="swiss"/>
    <w:pitch w:val="variable"/>
    <w:sig w:usb0="00000001" w:usb1="5000E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9DD2ED" w14:textId="77777777" w:rsidR="00504EF4" w:rsidRDefault="00504EF4" w:rsidP="00C16ABF">
      <w:pPr>
        <w:spacing w:after="0" w:line="240" w:lineRule="auto"/>
      </w:pPr>
      <w:r>
        <w:separator/>
      </w:r>
    </w:p>
  </w:footnote>
  <w:footnote w:type="continuationSeparator" w:id="0">
    <w:p w14:paraId="151506F2" w14:textId="77777777" w:rsidR="00504EF4" w:rsidRDefault="00504EF4" w:rsidP="00C16ABF">
      <w:pPr>
        <w:spacing w:after="0" w:line="240" w:lineRule="auto"/>
      </w:pPr>
      <w:r>
        <w:continuationSeparator/>
      </w:r>
    </w:p>
  </w:footnote>
  <w:footnote w:id="1">
    <w:p w14:paraId="5915219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09D1"/>
    <w:rsid w:val="00015B8F"/>
    <w:rsid w:val="00020B44"/>
    <w:rsid w:val="00022ECE"/>
    <w:rsid w:val="00042A51"/>
    <w:rsid w:val="00042D2E"/>
    <w:rsid w:val="00044C82"/>
    <w:rsid w:val="00045943"/>
    <w:rsid w:val="00061F2F"/>
    <w:rsid w:val="00070ED6"/>
    <w:rsid w:val="000742DC"/>
    <w:rsid w:val="00075425"/>
    <w:rsid w:val="00077802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106"/>
    <w:rsid w:val="001458A9"/>
    <w:rsid w:val="00146BC0"/>
    <w:rsid w:val="00150587"/>
    <w:rsid w:val="00153C41"/>
    <w:rsid w:val="00154381"/>
    <w:rsid w:val="0015663E"/>
    <w:rsid w:val="001640A7"/>
    <w:rsid w:val="00164FA7"/>
    <w:rsid w:val="001650AA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C3857"/>
    <w:rsid w:val="001D2EEC"/>
    <w:rsid w:val="001D657B"/>
    <w:rsid w:val="001D7B54"/>
    <w:rsid w:val="001E0209"/>
    <w:rsid w:val="001F2CA2"/>
    <w:rsid w:val="002144C0"/>
    <w:rsid w:val="002208AB"/>
    <w:rsid w:val="002225BB"/>
    <w:rsid w:val="0022477D"/>
    <w:rsid w:val="002278A9"/>
    <w:rsid w:val="002336F9"/>
    <w:rsid w:val="0024028F"/>
    <w:rsid w:val="00244ABC"/>
    <w:rsid w:val="0026380E"/>
    <w:rsid w:val="0027476E"/>
    <w:rsid w:val="00281FF2"/>
    <w:rsid w:val="002857DE"/>
    <w:rsid w:val="00291567"/>
    <w:rsid w:val="002A22BF"/>
    <w:rsid w:val="002A2389"/>
    <w:rsid w:val="002A671D"/>
    <w:rsid w:val="002B35B5"/>
    <w:rsid w:val="002B4D55"/>
    <w:rsid w:val="002B5EA0"/>
    <w:rsid w:val="002B6119"/>
    <w:rsid w:val="002C1F06"/>
    <w:rsid w:val="002C5A53"/>
    <w:rsid w:val="002D3375"/>
    <w:rsid w:val="002D56F1"/>
    <w:rsid w:val="002D73D4"/>
    <w:rsid w:val="002E4F25"/>
    <w:rsid w:val="002F02A3"/>
    <w:rsid w:val="002F4ABE"/>
    <w:rsid w:val="003018BA"/>
    <w:rsid w:val="0030395F"/>
    <w:rsid w:val="00305C92"/>
    <w:rsid w:val="00312127"/>
    <w:rsid w:val="003151C5"/>
    <w:rsid w:val="00330AF1"/>
    <w:rsid w:val="003343CF"/>
    <w:rsid w:val="00346FE9"/>
    <w:rsid w:val="0034759A"/>
    <w:rsid w:val="003503F6"/>
    <w:rsid w:val="003530DD"/>
    <w:rsid w:val="00354478"/>
    <w:rsid w:val="00363F78"/>
    <w:rsid w:val="003819DD"/>
    <w:rsid w:val="00397B4F"/>
    <w:rsid w:val="003A0A5B"/>
    <w:rsid w:val="003A1176"/>
    <w:rsid w:val="003C0BAE"/>
    <w:rsid w:val="003C0ED1"/>
    <w:rsid w:val="003D18A9"/>
    <w:rsid w:val="003D6CE2"/>
    <w:rsid w:val="003E1941"/>
    <w:rsid w:val="003E2FE6"/>
    <w:rsid w:val="003E49D5"/>
    <w:rsid w:val="003F38C0"/>
    <w:rsid w:val="00403819"/>
    <w:rsid w:val="004133EE"/>
    <w:rsid w:val="00414E3C"/>
    <w:rsid w:val="0042244A"/>
    <w:rsid w:val="0042745A"/>
    <w:rsid w:val="00431D5C"/>
    <w:rsid w:val="004321F7"/>
    <w:rsid w:val="004362C6"/>
    <w:rsid w:val="00437FA2"/>
    <w:rsid w:val="004400B8"/>
    <w:rsid w:val="00441BE9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29B"/>
    <w:rsid w:val="004D5282"/>
    <w:rsid w:val="004E3B1E"/>
    <w:rsid w:val="004F07A8"/>
    <w:rsid w:val="004F1551"/>
    <w:rsid w:val="004F55A3"/>
    <w:rsid w:val="0050496F"/>
    <w:rsid w:val="00504EF4"/>
    <w:rsid w:val="00513B6F"/>
    <w:rsid w:val="00517C63"/>
    <w:rsid w:val="00523487"/>
    <w:rsid w:val="00526C94"/>
    <w:rsid w:val="005363C4"/>
    <w:rsid w:val="00536BDE"/>
    <w:rsid w:val="00543ACC"/>
    <w:rsid w:val="005503FB"/>
    <w:rsid w:val="00560C68"/>
    <w:rsid w:val="0056696D"/>
    <w:rsid w:val="005738AE"/>
    <w:rsid w:val="00573EF9"/>
    <w:rsid w:val="0059484D"/>
    <w:rsid w:val="005A0855"/>
    <w:rsid w:val="005A0F5F"/>
    <w:rsid w:val="005A3196"/>
    <w:rsid w:val="005B3509"/>
    <w:rsid w:val="005C080F"/>
    <w:rsid w:val="005C55E5"/>
    <w:rsid w:val="005C696A"/>
    <w:rsid w:val="005E6E85"/>
    <w:rsid w:val="005F31D2"/>
    <w:rsid w:val="00606165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603"/>
    <w:rsid w:val="00685D89"/>
    <w:rsid w:val="006870B1"/>
    <w:rsid w:val="0069397C"/>
    <w:rsid w:val="00696477"/>
    <w:rsid w:val="006B6B58"/>
    <w:rsid w:val="006C54AB"/>
    <w:rsid w:val="006D050F"/>
    <w:rsid w:val="006D4D74"/>
    <w:rsid w:val="006D6139"/>
    <w:rsid w:val="006E5D65"/>
    <w:rsid w:val="006F1282"/>
    <w:rsid w:val="006F1FBC"/>
    <w:rsid w:val="006F31E2"/>
    <w:rsid w:val="00703947"/>
    <w:rsid w:val="007041BD"/>
    <w:rsid w:val="00706544"/>
    <w:rsid w:val="007072BA"/>
    <w:rsid w:val="0071620A"/>
    <w:rsid w:val="00724677"/>
    <w:rsid w:val="00725459"/>
    <w:rsid w:val="007327BD"/>
    <w:rsid w:val="00734608"/>
    <w:rsid w:val="00744E93"/>
    <w:rsid w:val="00745302"/>
    <w:rsid w:val="007461D6"/>
    <w:rsid w:val="00746EC8"/>
    <w:rsid w:val="00763BF1"/>
    <w:rsid w:val="00766FD4"/>
    <w:rsid w:val="0077243F"/>
    <w:rsid w:val="007751E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523"/>
    <w:rsid w:val="007F1652"/>
    <w:rsid w:val="007F362C"/>
    <w:rsid w:val="007F4155"/>
    <w:rsid w:val="0080379F"/>
    <w:rsid w:val="0081554D"/>
    <w:rsid w:val="0081707E"/>
    <w:rsid w:val="008449B3"/>
    <w:rsid w:val="0085747A"/>
    <w:rsid w:val="008630A2"/>
    <w:rsid w:val="00875468"/>
    <w:rsid w:val="00884922"/>
    <w:rsid w:val="00885F64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116"/>
    <w:rsid w:val="00914F68"/>
    <w:rsid w:val="00916188"/>
    <w:rsid w:val="00923D7D"/>
    <w:rsid w:val="0094565C"/>
    <w:rsid w:val="00945B08"/>
    <w:rsid w:val="009508DF"/>
    <w:rsid w:val="00950C8A"/>
    <w:rsid w:val="00950DAC"/>
    <w:rsid w:val="00954A07"/>
    <w:rsid w:val="00956799"/>
    <w:rsid w:val="00997F14"/>
    <w:rsid w:val="009A78CD"/>
    <w:rsid w:val="009A78D9"/>
    <w:rsid w:val="009B4D68"/>
    <w:rsid w:val="009C08B7"/>
    <w:rsid w:val="009C1331"/>
    <w:rsid w:val="009C3E31"/>
    <w:rsid w:val="009C54AE"/>
    <w:rsid w:val="009C788E"/>
    <w:rsid w:val="009E2724"/>
    <w:rsid w:val="009E3B41"/>
    <w:rsid w:val="009F0479"/>
    <w:rsid w:val="009F3C5C"/>
    <w:rsid w:val="009F4610"/>
    <w:rsid w:val="009F580D"/>
    <w:rsid w:val="00A00ECC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935"/>
    <w:rsid w:val="00A7732B"/>
    <w:rsid w:val="00A84C85"/>
    <w:rsid w:val="00A948F1"/>
    <w:rsid w:val="00A97DE1"/>
    <w:rsid w:val="00AB053C"/>
    <w:rsid w:val="00AB7391"/>
    <w:rsid w:val="00AC0A74"/>
    <w:rsid w:val="00AC110A"/>
    <w:rsid w:val="00AC3592"/>
    <w:rsid w:val="00AD1146"/>
    <w:rsid w:val="00AD1AEE"/>
    <w:rsid w:val="00AD27D3"/>
    <w:rsid w:val="00AD66D6"/>
    <w:rsid w:val="00AE1160"/>
    <w:rsid w:val="00AE203C"/>
    <w:rsid w:val="00AE2E74"/>
    <w:rsid w:val="00AE5FCB"/>
    <w:rsid w:val="00AF2C1E"/>
    <w:rsid w:val="00AF3A5D"/>
    <w:rsid w:val="00B06142"/>
    <w:rsid w:val="00B135B1"/>
    <w:rsid w:val="00B262DD"/>
    <w:rsid w:val="00B3130B"/>
    <w:rsid w:val="00B3666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4CD2"/>
    <w:rsid w:val="00BB520A"/>
    <w:rsid w:val="00BC478C"/>
    <w:rsid w:val="00BD3869"/>
    <w:rsid w:val="00BD66E9"/>
    <w:rsid w:val="00BD6FF4"/>
    <w:rsid w:val="00BE6880"/>
    <w:rsid w:val="00BF2C41"/>
    <w:rsid w:val="00C0183D"/>
    <w:rsid w:val="00C058B4"/>
    <w:rsid w:val="00C05F44"/>
    <w:rsid w:val="00C131B5"/>
    <w:rsid w:val="00C16ABF"/>
    <w:rsid w:val="00C170AE"/>
    <w:rsid w:val="00C25E41"/>
    <w:rsid w:val="00C26CB7"/>
    <w:rsid w:val="00C324C1"/>
    <w:rsid w:val="00C36992"/>
    <w:rsid w:val="00C53805"/>
    <w:rsid w:val="00C56036"/>
    <w:rsid w:val="00C61DC5"/>
    <w:rsid w:val="00C65F33"/>
    <w:rsid w:val="00C67E92"/>
    <w:rsid w:val="00C70A26"/>
    <w:rsid w:val="00C766DF"/>
    <w:rsid w:val="00C90D14"/>
    <w:rsid w:val="00C91241"/>
    <w:rsid w:val="00C94B98"/>
    <w:rsid w:val="00C96A50"/>
    <w:rsid w:val="00CA2B96"/>
    <w:rsid w:val="00CA5089"/>
    <w:rsid w:val="00CA773C"/>
    <w:rsid w:val="00CB31D7"/>
    <w:rsid w:val="00CB42CB"/>
    <w:rsid w:val="00CB5FDE"/>
    <w:rsid w:val="00CD1C37"/>
    <w:rsid w:val="00CD1D49"/>
    <w:rsid w:val="00CD6897"/>
    <w:rsid w:val="00CE5BAC"/>
    <w:rsid w:val="00CF25BE"/>
    <w:rsid w:val="00CF78ED"/>
    <w:rsid w:val="00D02B25"/>
    <w:rsid w:val="00D02EBA"/>
    <w:rsid w:val="00D05AAD"/>
    <w:rsid w:val="00D05CCD"/>
    <w:rsid w:val="00D17C3C"/>
    <w:rsid w:val="00D26B2C"/>
    <w:rsid w:val="00D31F50"/>
    <w:rsid w:val="00D352C9"/>
    <w:rsid w:val="00D35DE2"/>
    <w:rsid w:val="00D425B2"/>
    <w:rsid w:val="00D428D6"/>
    <w:rsid w:val="00D552B2"/>
    <w:rsid w:val="00D608D1"/>
    <w:rsid w:val="00D74119"/>
    <w:rsid w:val="00D8075B"/>
    <w:rsid w:val="00D84B97"/>
    <w:rsid w:val="00D85900"/>
    <w:rsid w:val="00D8678B"/>
    <w:rsid w:val="00D9334A"/>
    <w:rsid w:val="00DA2114"/>
    <w:rsid w:val="00DA4EBE"/>
    <w:rsid w:val="00DB35A0"/>
    <w:rsid w:val="00DD05B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F7F"/>
    <w:rsid w:val="00E51E44"/>
    <w:rsid w:val="00E57F85"/>
    <w:rsid w:val="00E63348"/>
    <w:rsid w:val="00E77E88"/>
    <w:rsid w:val="00E8107D"/>
    <w:rsid w:val="00E8389C"/>
    <w:rsid w:val="00E960BB"/>
    <w:rsid w:val="00E97DC8"/>
    <w:rsid w:val="00EA2074"/>
    <w:rsid w:val="00EA4832"/>
    <w:rsid w:val="00EA4E9D"/>
    <w:rsid w:val="00EB077F"/>
    <w:rsid w:val="00EB6F61"/>
    <w:rsid w:val="00EC4899"/>
    <w:rsid w:val="00ED03AB"/>
    <w:rsid w:val="00ED32D2"/>
    <w:rsid w:val="00ED6D75"/>
    <w:rsid w:val="00EE32DE"/>
    <w:rsid w:val="00EE5457"/>
    <w:rsid w:val="00F070AB"/>
    <w:rsid w:val="00F17567"/>
    <w:rsid w:val="00F27A7B"/>
    <w:rsid w:val="00F4191C"/>
    <w:rsid w:val="00F526AF"/>
    <w:rsid w:val="00F617C3"/>
    <w:rsid w:val="00F7066B"/>
    <w:rsid w:val="00F83B28"/>
    <w:rsid w:val="00F8516E"/>
    <w:rsid w:val="00F94F42"/>
    <w:rsid w:val="00FA46E5"/>
    <w:rsid w:val="00FB7DBA"/>
    <w:rsid w:val="00FC1C25"/>
    <w:rsid w:val="00FC3F45"/>
    <w:rsid w:val="00FD3821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630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0A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2747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27476E"/>
    <w:rPr>
      <w:rFonts w:eastAsia="Times New Roman"/>
      <w:b/>
      <w:bCs/>
      <w:sz w:val="27"/>
      <w:szCs w:val="27"/>
    </w:rPr>
  </w:style>
  <w:style w:type="character" w:customStyle="1" w:styleId="Nagwek1Znak">
    <w:name w:val="Nagłówek 1 Znak"/>
    <w:basedOn w:val="Domylnaczcionkaakapitu"/>
    <w:link w:val="Nagwek1"/>
    <w:uiPriority w:val="9"/>
    <w:rsid w:val="00330A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5A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5A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5A5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5A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5A53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0A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2747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27476E"/>
    <w:rPr>
      <w:rFonts w:eastAsia="Times New Roman"/>
      <w:b/>
      <w:bCs/>
      <w:sz w:val="27"/>
      <w:szCs w:val="27"/>
    </w:rPr>
  </w:style>
  <w:style w:type="character" w:customStyle="1" w:styleId="Nagwek1Znak">
    <w:name w:val="Nagłówek 1 Znak"/>
    <w:basedOn w:val="Domylnaczcionkaakapitu"/>
    <w:link w:val="Nagwek1"/>
    <w:uiPriority w:val="9"/>
    <w:rsid w:val="00330A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5A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5A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5A5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5A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5A5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944D1-3178-47E1-8F8A-3B4EF4296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1013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2020-01-16T09:47:00Z</cp:lastPrinted>
  <dcterms:created xsi:type="dcterms:W3CDTF">2019-11-18T12:24:00Z</dcterms:created>
  <dcterms:modified xsi:type="dcterms:W3CDTF">2021-10-05T06:50:00Z</dcterms:modified>
</cp:coreProperties>
</file>